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1672F7">
        <w:rPr>
          <w:rFonts w:ascii="Times New Roman" w:eastAsia="宋体" w:hAnsi="宋体"/>
          <w:b/>
          <w:color w:val="000000" w:themeColor="text1"/>
          <w:sz w:val="36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  <w:sz w:val="36"/>
        </w:rPr>
        <w:t>6</w:t>
      </w:r>
      <w:r w:rsidRPr="001672F7">
        <w:rPr>
          <w:rFonts w:ascii="Times New Roman" w:eastAsia="宋体" w:hAnsi="宋体" w:hint="eastAsia"/>
          <w:color w:val="000000" w:themeColor="text1"/>
          <w:sz w:val="36"/>
        </w:rPr>
        <w:t xml:space="preserve">　</w:t>
      </w:r>
      <w:r w:rsidRPr="001672F7">
        <w:rPr>
          <w:rFonts w:ascii="Times New Roman" w:eastAsia="宋体" w:hAnsi="宋体" w:hint="eastAsia"/>
          <w:b/>
          <w:color w:val="000000" w:themeColor="text1"/>
          <w:sz w:val="36"/>
        </w:rPr>
        <w:t>综合练习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第一部分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听力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共三节</w:t>
      </w:r>
      <w:r w:rsidRPr="001672F7">
        <w:rPr>
          <w:rFonts w:ascii="Times New Roman" w:eastAsia="宋体" w:hAnsi="宋体"/>
          <w:color w:val="000000" w:themeColor="text1"/>
          <w:sz w:val="26"/>
        </w:rPr>
        <w:t>,15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小题</w:t>
      </w:r>
      <w:r w:rsidRPr="001672F7">
        <w:rPr>
          <w:rFonts w:ascii="Times New Roman" w:eastAsia="宋体" w:hAnsi="宋体"/>
          <w:color w:val="000000" w:themeColor="text1"/>
          <w:sz w:val="26"/>
        </w:rPr>
        <w:t>;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每小题</w:t>
      </w:r>
      <w:r w:rsidRPr="001672F7">
        <w:rPr>
          <w:rFonts w:ascii="Times New Roman" w:eastAsia="宋体" w:hAnsi="宋体"/>
          <w:color w:val="000000" w:themeColor="text1"/>
          <w:sz w:val="26"/>
        </w:rPr>
        <w:t>2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30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第一节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选择相应的图片。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AAFA122" wp14:editId="3EC599E6">
            <wp:extent cx="3918585" cy="734695"/>
            <wp:effectExtent l="0" t="0" r="5715" b="8255"/>
            <wp:docPr id="29" name="图片 29" descr="id:21474845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8KRG37.eps" descr="id:2147484565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DADF2D5" wp14:editId="5549ACE5">
            <wp:extent cx="4237355" cy="734695"/>
            <wp:effectExtent l="0" t="0" r="0" b="8255"/>
            <wp:docPr id="28" name="图片 28" descr="id:21474845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8KRG38.eps" descr="id:2147484572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35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67AAD07" wp14:editId="2B4CA53C">
            <wp:extent cx="4123055" cy="579755"/>
            <wp:effectExtent l="0" t="0" r="0" b="0"/>
            <wp:docPr id="27" name="图片 27" descr="id:21474845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8KRG39.eps" descr="id:2147484579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0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66BB169" wp14:editId="5C81CEFA">
            <wp:extent cx="4008755" cy="726440"/>
            <wp:effectExtent l="0" t="0" r="0" b="0"/>
            <wp:docPr id="26" name="图片 26" descr="id:21474845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8KRG40.eps" descr="id:2147484586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75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AEE31BF" wp14:editId="1EF75FEE">
            <wp:extent cx="4335145" cy="734695"/>
            <wp:effectExtent l="0" t="0" r="8255" b="8255"/>
            <wp:docPr id="25" name="图片 25" descr="id:21474845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8KRG41.eps" descr="id:2147484593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14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第二节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</w:rPr>
        <w:t>听句子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选择最佳应答。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OK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not sure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See you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 are joking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Of course not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Thank you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a music class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likes singing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That sounds cool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writing stories every day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i/>
          <w:color w:val="000000" w:themeColor="text1"/>
        </w:rPr>
        <w:t>The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i/>
          <w:color w:val="000000" w:themeColor="text1"/>
        </w:rPr>
        <w:t>Old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i/>
          <w:color w:val="000000" w:themeColor="text1"/>
        </w:rPr>
        <w:t>Man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i/>
          <w:color w:val="000000" w:themeColor="text1"/>
        </w:rPr>
        <w:t>and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i/>
          <w:color w:val="000000" w:themeColor="text1"/>
        </w:rPr>
        <w:t>the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i/>
          <w:color w:val="000000" w:themeColor="text1"/>
        </w:rPr>
        <w:t>Sea</w:t>
      </w:r>
      <w:r w:rsidRPr="001672F7">
        <w:rPr>
          <w:rFonts w:ascii="Times New Roman" w:eastAsia="宋体" w:hAnsi="Times New Roman" w:cs="Times New Roman"/>
          <w:i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Paris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doctor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soccer team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第三节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根据对话内容及问题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选择最佳选项。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读两遍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 w:hint="eastAsia"/>
          <w:color w:val="000000" w:themeColor="text1"/>
        </w:rPr>
        <w:t>听第一段对话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 w:hint="eastAsia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11</w:t>
      </w:r>
      <w:r w:rsidRPr="001672F7">
        <w:rPr>
          <w:rFonts w:eastAsia="方正宋黑_GBK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12</w:t>
      </w:r>
      <w:r w:rsidRPr="001672F7">
        <w:rPr>
          <w:rFonts w:eastAsia="方正宋黑_GBK" w:hint="eastAsia"/>
          <w:color w:val="000000" w:themeColor="text1"/>
        </w:rPr>
        <w:t>题。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Where is Mark going?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 the playground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 the library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lastRenderedPageBreak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 the computer room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does Mark want to be when he grows up?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basketball player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pianist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football player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 w:hint="eastAsia"/>
          <w:color w:val="000000" w:themeColor="text1"/>
        </w:rPr>
        <w:t>听第二段对话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 w:hint="eastAsia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13</w:t>
      </w:r>
      <w:r w:rsidRPr="001672F7">
        <w:rPr>
          <w:rFonts w:eastAsia="方正宋黑_GBK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14</w:t>
      </w:r>
      <w:r w:rsidRPr="001672F7">
        <w:rPr>
          <w:rFonts w:eastAsia="方正宋黑_GBK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15</w:t>
      </w:r>
      <w:r w:rsidRPr="001672F7">
        <w:rPr>
          <w:rFonts w:eastAsia="方正宋黑_GBK" w:hint="eastAsia"/>
          <w:color w:val="000000" w:themeColor="text1"/>
        </w:rPr>
        <w:t>题。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is Mike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New Year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resolution?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Learn to play the guitar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Learn to play the piano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Learn to play the violin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many days does Mike practice playing basketball each week?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Three days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Four days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Five days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does Mike want to be in the future?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scientist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pianist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dentist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第二部分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完形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从短文后各题所给的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宋体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宋体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宋体" w:hint="eastAsia"/>
          <w:color w:val="000000" w:themeColor="text1"/>
        </w:rPr>
        <w:t>三个选项中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选出可以填入空白处的最佳选项。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Lots of people start each year with New Year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resolutions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A resolution is a promise that you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16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to help you live a better life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You plan to do something good or to stop doing something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17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in the coming year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Here are some children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New Year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resolutions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Tony:I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m going to improve my Chinese and get better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18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am I going to do that?I promise to work harder than before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Jenny:I have many different kinds of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19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, like singing, dancing and swimming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This year, 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m going to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20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a new hobby</w:t>
      </w:r>
      <w:r w:rsidRPr="001672F7">
        <w:rPr>
          <w:rFonts w:ascii="Times New Roman" w:eastAsia="宋体" w:hAnsi="Times New Roman" w:cs="Times New Roman"/>
          <w:color w:val="000000" w:themeColor="text1"/>
        </w:rPr>
        <w:t>—</w:t>
      </w:r>
      <w:r w:rsidRPr="001672F7">
        <w:rPr>
          <w:rFonts w:ascii="Times New Roman" w:eastAsia="宋体" w:hAnsi="宋体"/>
          <w:color w:val="000000" w:themeColor="text1"/>
        </w:rPr>
        <w:t>taking photos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I will learn it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21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my uncle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Rose:I hope to be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22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usually watch TV a lot at night and sleep late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will listen to my body and get more sleep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Also, I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23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to run for half an hour every morning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People always say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An apple a day keeps the doctor away,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24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going to eat fresh fruit every day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OK for you to have a big or small resolution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 important thing is that you should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25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it and try to achieve it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lastRenderedPageBreak/>
        <w:t>16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lose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make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move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bad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short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good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languages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messages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grades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prizes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examples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hobbies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put up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take up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ask for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like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about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from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healthier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friendlier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happier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question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wonder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decide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because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until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belong to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come to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stick to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第三部分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阅读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10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根据短文内容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从框内</w:t>
      </w:r>
      <w:r w:rsidRPr="001672F7">
        <w:rPr>
          <w:rFonts w:ascii="Times New Roman" w:eastAsia="宋体" w:hAnsi="宋体"/>
          <w:color w:val="000000" w:themeColor="text1"/>
        </w:rPr>
        <w:t>6</w:t>
      </w:r>
      <w:r w:rsidRPr="001672F7">
        <w:rPr>
          <w:rFonts w:ascii="Times New Roman" w:eastAsia="宋体" w:hAnsi="宋体" w:hint="eastAsia"/>
          <w:color w:val="000000" w:themeColor="text1"/>
        </w:rPr>
        <w:t>个选项中选出能分别填入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宋体" w:hAnsi="宋体" w:hint="eastAsia"/>
          <w:color w:val="000000" w:themeColor="text1"/>
        </w:rPr>
        <w:t>个小题空白处的最佳选项。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Do you often make a resolution on New Year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Day?Can you keep it?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26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Here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some advice on how to make a good resolution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Plan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for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the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resolution</w:t>
      </w:r>
      <w:r w:rsidRPr="001672F7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Having a goal isn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enough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27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So make your plan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good plan will tell you what to do next and how to accomplish (</w:t>
      </w:r>
      <w:r w:rsidRPr="001672F7">
        <w:rPr>
          <w:rFonts w:ascii="Times New Roman" w:eastAsia="宋体" w:hAnsi="宋体" w:hint="eastAsia"/>
          <w:color w:val="000000" w:themeColor="text1"/>
        </w:rPr>
        <w:t>实现</w:t>
      </w:r>
      <w:r w:rsidRPr="001672F7">
        <w:rPr>
          <w:rFonts w:ascii="Times New Roman" w:eastAsia="宋体" w:hAnsi="宋体"/>
          <w:color w:val="000000" w:themeColor="text1"/>
        </w:rPr>
        <w:t>) your goal in the end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Making a plan is very important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Make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your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plan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right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now</w:t>
      </w:r>
      <w:r w:rsidRPr="001672F7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If you make your plan later, you may gradually (</w:t>
      </w:r>
      <w:r w:rsidRPr="001672F7">
        <w:rPr>
          <w:rFonts w:ascii="Times New Roman" w:eastAsia="宋体" w:hAnsi="宋体" w:hint="eastAsia"/>
          <w:color w:val="000000" w:themeColor="text1"/>
        </w:rPr>
        <w:t>逐渐地</w:t>
      </w:r>
      <w:r w:rsidRPr="001672F7">
        <w:rPr>
          <w:rFonts w:ascii="Times New Roman" w:eastAsia="宋体" w:hAnsi="宋体"/>
          <w:color w:val="000000" w:themeColor="text1"/>
        </w:rPr>
        <w:t>) forget your resolution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28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29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 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You should write your resolution and plan in a place you can easily refer to (</w:t>
      </w:r>
      <w:r w:rsidRPr="001672F7">
        <w:rPr>
          <w:rFonts w:ascii="Times New Roman" w:eastAsia="宋体" w:hAnsi="宋体" w:hint="eastAsia"/>
          <w:color w:val="000000" w:themeColor="text1"/>
        </w:rPr>
        <w:t>查阅</w:t>
      </w:r>
      <w:r w:rsidRPr="001672F7">
        <w:rPr>
          <w:rFonts w:ascii="Times New Roman" w:eastAsia="宋体" w:hAnsi="宋体"/>
          <w:color w:val="000000" w:themeColor="text1"/>
        </w:rPr>
        <w:t>), such as a notebook or your diary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Think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about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a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year-round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resolution</w:t>
      </w:r>
      <w:r w:rsidRPr="001672F7">
        <w:rPr>
          <w:rFonts w:ascii="Times New Roman" w:eastAsia="宋体" w:hAnsi="宋体"/>
          <w:color w:val="000000" w:themeColor="text1"/>
        </w:rPr>
        <w:t xml:space="preserve">, </w:t>
      </w:r>
      <w:r w:rsidRPr="001672F7">
        <w:rPr>
          <w:rFonts w:ascii="Times New Roman" w:eastAsia="宋体" w:hAnsi="Times New Roman"/>
          <w:b/>
          <w:color w:val="000000" w:themeColor="text1"/>
        </w:rPr>
        <w:t>not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just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a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New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Year’s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resolution</w:t>
      </w:r>
      <w:r w:rsidRPr="001672F7">
        <w:rPr>
          <w:rFonts w:ascii="Times New Roman" w:eastAsia="宋体" w:hAnsi="Times New Roman" w:cs="Times New Roman"/>
          <w:b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Nothing big can be finished in one day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 make a resolution in one day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30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It may need a hundred small steps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New Year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resolution should be a starting point,and you must get into the habit of keeping your resolution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9E60DE" w:rsidRPr="001672F7" w:rsidRDefault="009E60DE" w:rsidP="009E60D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 need to think out some clear steps for the resolution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But it doesn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mean you must finish it in one day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If you have a great resolution and can keep it, 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good for your life and study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a good habit for you to make a plan about the resolution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 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important that you begin making your plan right now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Write down your resolution and plan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第四部分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语言运用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在空白处填入</w:t>
      </w: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宋体" w:hint="eastAsia"/>
          <w:color w:val="000000" w:themeColor="text1"/>
        </w:rPr>
        <w:t>个适当的单词或括号内单词的正确形式。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In our daily lives, we often dream of becoming someone special, like a designer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But how can we make our dreams come true?The answer is simple:we need to try </w:t>
      </w:r>
      <w:r w:rsidRPr="001672F7">
        <w:rPr>
          <w:rFonts w:ascii="Times New Roman" w:eastAsia="宋体" w:hAnsi="Times New Roman"/>
          <w:b/>
          <w:color w:val="000000" w:themeColor="text1"/>
        </w:rPr>
        <w:t>31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327E489" wp14:editId="7C7722A6">
            <wp:extent cx="914400" cy="163195"/>
            <wp:effectExtent l="0" t="0" r="0" b="825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6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2F7">
        <w:rPr>
          <w:rFonts w:ascii="Times New Roman" w:eastAsia="宋体" w:hAnsi="宋体"/>
          <w:color w:val="000000" w:themeColor="text1"/>
        </w:rPr>
        <w:t>(we) best and stick 32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our goals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For example, if you want to be a </w:t>
      </w:r>
      <w:r w:rsidRPr="001672F7">
        <w:rPr>
          <w:rFonts w:ascii="Times New Roman" w:eastAsia="宋体" w:hAnsi="Times New Roman"/>
          <w:b/>
          <w:color w:val="000000" w:themeColor="text1"/>
        </w:rPr>
        <w:t>33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</w:t>
      </w:r>
      <w:r w:rsidRPr="001672F7">
        <w:rPr>
          <w:rFonts w:ascii="Times New Roman" w:eastAsia="宋体" w:hAnsi="宋体"/>
          <w:color w:val="000000" w:themeColor="text1"/>
        </w:rPr>
        <w:t>(paint), you must practice drawing and study different styles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Sometimes, you might </w:t>
      </w:r>
      <w:r w:rsidRPr="001672F7">
        <w:rPr>
          <w:rFonts w:ascii="Times New Roman" w:eastAsia="宋体" w:hAnsi="Times New Roman"/>
          <w:b/>
          <w:color w:val="000000" w:themeColor="text1"/>
        </w:rPr>
        <w:t>34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(miss) opportunities(</w:t>
      </w:r>
      <w:r w:rsidRPr="001672F7">
        <w:rPr>
          <w:rFonts w:ascii="Times New Roman" w:eastAsia="宋体" w:hAnsi="宋体" w:hint="eastAsia"/>
          <w:color w:val="000000" w:themeColor="text1"/>
        </w:rPr>
        <w:t>机会</w:t>
      </w:r>
      <w:r w:rsidRPr="001672F7">
        <w:rPr>
          <w:rFonts w:ascii="Times New Roman" w:eastAsia="宋体" w:hAnsi="宋体"/>
          <w:color w:val="000000" w:themeColor="text1"/>
        </w:rPr>
        <w:t>) or make mistakes, but that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okay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 important thing is to keep </w:t>
      </w:r>
      <w:r w:rsidRPr="001672F7">
        <w:rPr>
          <w:rFonts w:ascii="Times New Roman" w:eastAsia="宋体" w:hAnsi="Times New Roman"/>
          <w:b/>
          <w:color w:val="000000" w:themeColor="text1"/>
        </w:rPr>
        <w:t>35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going and never give up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</w:t>
      </w:r>
      <w:r w:rsidRPr="001672F7">
        <w:rPr>
          <w:rFonts w:ascii="Times New Roman" w:eastAsia="宋体" w:hAnsi="宋体"/>
          <w:color w:val="000000" w:themeColor="text1"/>
        </w:rPr>
        <w:t>(confident) is also very important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Believe in </w:t>
      </w:r>
      <w:r w:rsidRPr="001672F7">
        <w:rPr>
          <w:rFonts w:ascii="Times New Roman" w:eastAsia="宋体" w:hAnsi="Times New Roman"/>
          <w:b/>
          <w:color w:val="000000" w:themeColor="text1"/>
        </w:rPr>
        <w:t>37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1793411" wp14:editId="21CF2A19">
            <wp:extent cx="1069340" cy="163195"/>
            <wp:effectExtent l="0" t="0" r="0" b="825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16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2F7">
        <w:rPr>
          <w:rFonts w:ascii="Times New Roman" w:eastAsia="宋体" w:hAnsi="宋体"/>
          <w:color w:val="000000" w:themeColor="text1"/>
        </w:rPr>
        <w:t>(you) and your abilities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you face difficulties, remind yourself that you can do it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Times New Roman"/>
          <w:b/>
          <w:color w:val="000000" w:themeColor="text1"/>
        </w:rPr>
        <w:t>38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(final), if you keep working hard and stay confident, you will </w:t>
      </w:r>
      <w:r w:rsidRPr="001672F7">
        <w:rPr>
          <w:rFonts w:ascii="Times New Roman" w:eastAsia="宋体" w:hAnsi="Times New Roman"/>
          <w:b/>
          <w:color w:val="000000" w:themeColor="text1"/>
        </w:rPr>
        <w:t>39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</w:t>
      </w:r>
      <w:r w:rsidRPr="001672F7">
        <w:rPr>
          <w:rFonts w:ascii="Times New Roman" w:eastAsia="宋体" w:hAnsi="宋体"/>
          <w:color w:val="000000" w:themeColor="text1"/>
        </w:rPr>
        <w:t>(achievement)your dream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Just like a designer who creates beautiful things, you can create </w:t>
      </w:r>
      <w:r w:rsidRPr="001672F7">
        <w:rPr>
          <w:rFonts w:ascii="Times New Roman" w:eastAsia="宋体" w:hAnsi="Times New Roman"/>
          <w:b/>
          <w:color w:val="000000" w:themeColor="text1"/>
        </w:rPr>
        <w:t>40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wonderful future for yourself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So, always work hard and keep moving forward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第五部分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写作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一年之计在于春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一日之计在于晨。新年伊始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是我们做规划的好时机。你的新年愿望是什么</w:t>
      </w:r>
      <w:r w:rsidRPr="001672F7">
        <w:rPr>
          <w:rFonts w:ascii="Times New Roman" w:eastAsia="宋体" w:hAnsi="宋体"/>
          <w:color w:val="000000" w:themeColor="text1"/>
        </w:rPr>
        <w:t>?</w:t>
      </w:r>
      <w:r w:rsidRPr="001672F7">
        <w:rPr>
          <w:rFonts w:ascii="Times New Roman" w:eastAsia="宋体" w:hAnsi="宋体" w:hint="eastAsia"/>
          <w:color w:val="000000" w:themeColor="text1"/>
        </w:rPr>
        <w:t>你打算如何实现</w:t>
      </w:r>
      <w:r w:rsidRPr="001672F7">
        <w:rPr>
          <w:rFonts w:ascii="Times New Roman" w:eastAsia="宋体" w:hAnsi="宋体"/>
          <w:color w:val="000000" w:themeColor="text1"/>
        </w:rPr>
        <w:t>?</w:t>
      </w:r>
      <w:r w:rsidRPr="001672F7">
        <w:rPr>
          <w:rFonts w:ascii="Times New Roman" w:eastAsia="宋体" w:hAnsi="宋体" w:hint="eastAsia"/>
          <w:color w:val="000000" w:themeColor="text1"/>
        </w:rPr>
        <w:t>如果遇到困难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你打算如何应对</w:t>
      </w:r>
      <w:r w:rsidRPr="001672F7">
        <w:rPr>
          <w:rFonts w:ascii="Times New Roman" w:eastAsia="宋体" w:hAnsi="宋体"/>
          <w:color w:val="000000" w:themeColor="text1"/>
        </w:rPr>
        <w:t>?</w:t>
      </w:r>
      <w:r w:rsidRPr="001672F7">
        <w:rPr>
          <w:rFonts w:ascii="Times New Roman" w:eastAsia="宋体" w:hAnsi="宋体" w:hint="eastAsia"/>
          <w:color w:val="000000" w:themeColor="text1"/>
        </w:rPr>
        <w:t>请按要求和提示信息用英语写一篇短文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与大家分享你的新年愿景。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提示</w:t>
      </w:r>
      <w:r w:rsidRPr="001672F7">
        <w:rPr>
          <w:rFonts w:ascii="Times New Roman" w:eastAsia="宋体" w:hAnsi="宋体"/>
          <w:color w:val="000000" w:themeColor="text1"/>
        </w:rPr>
        <w:t>: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is your New Year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resolution?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are you going to make it?(</w:t>
      </w:r>
      <w:r w:rsidRPr="001672F7">
        <w:rPr>
          <w:rFonts w:ascii="Times New Roman" w:eastAsia="宋体" w:hAnsi="宋体" w:hint="eastAsia"/>
          <w:color w:val="000000" w:themeColor="text1"/>
        </w:rPr>
        <w:t>至少两点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If you have problems, how will you solve them?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要求</w:t>
      </w:r>
      <w:r w:rsidRPr="001672F7">
        <w:rPr>
          <w:rFonts w:ascii="Times New Roman" w:eastAsia="宋体" w:hAnsi="宋体"/>
          <w:color w:val="000000" w:themeColor="text1"/>
        </w:rPr>
        <w:t>: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文中不能出现真实的姓名和校名。</w:t>
      </w:r>
    </w:p>
    <w:p w:rsidR="009E60DE" w:rsidRPr="001672F7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不少于</w:t>
      </w:r>
      <w:r w:rsidRPr="001672F7">
        <w:rPr>
          <w:rFonts w:ascii="Times New Roman" w:eastAsia="宋体" w:hAnsi="宋体"/>
          <w:color w:val="000000" w:themeColor="text1"/>
        </w:rPr>
        <w:t>80</w:t>
      </w:r>
      <w:r w:rsidRPr="001672F7">
        <w:rPr>
          <w:rFonts w:ascii="Times New Roman" w:eastAsia="宋体" w:hAnsi="宋体" w:hint="eastAsia"/>
          <w:color w:val="000000" w:themeColor="text1"/>
        </w:rPr>
        <w:t>词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文章开头已给出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不计入总词数。</w:t>
      </w:r>
    </w:p>
    <w:p w:rsidR="00DD1C0E" w:rsidRPr="00513DA5" w:rsidRDefault="009E60DE" w:rsidP="00DD1C0E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80"/>
        <w:rPr>
          <w:rFonts w:ascii="Times New Roman" w:eastAsia="宋体" w:hAnsi="宋体"/>
        </w:rPr>
      </w:pPr>
      <w:r w:rsidRPr="001672F7">
        <w:rPr>
          <w:rFonts w:ascii="Times New Roman" w:eastAsia="宋体" w:hAnsi="宋体"/>
          <w:color w:val="000000" w:themeColor="text1"/>
        </w:rPr>
        <w:t>The beginning of a year is a good time to make New Year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resolutions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="00DD1C0E" w:rsidRPr="00DD1C0E">
        <w:rPr>
          <w:rFonts w:ascii="Times New Roman" w:eastAsia="宋体" w:hAnsi="宋体"/>
          <w:color w:val="FF0000"/>
          <w:u w:val="single" w:color="000000"/>
        </w:rPr>
        <w:t xml:space="preserve"> </w:t>
      </w:r>
      <w:r w:rsidR="00DD1C0E" w:rsidRPr="00513DA5">
        <w:rPr>
          <w:rFonts w:ascii="Times New Roman" w:eastAsia="宋体" w:hAnsi="宋体"/>
          <w:color w:val="FF0000"/>
          <w:u w:val="single" w:color="000000"/>
        </w:rPr>
        <w:t> </w:t>
      </w:r>
      <w:r w:rsidR="00DD1C0E"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D1C0E" w:rsidRPr="00513DA5" w:rsidRDefault="00DD1C0E" w:rsidP="00DD1C0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D1C0E" w:rsidRPr="00513DA5" w:rsidRDefault="00DD1C0E" w:rsidP="00DD1C0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D1C0E" w:rsidRPr="00513DA5" w:rsidRDefault="00DD1C0E" w:rsidP="00DD1C0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D1C0E" w:rsidRPr="00513DA5" w:rsidRDefault="00DD1C0E" w:rsidP="00DD1C0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D1C0E" w:rsidRPr="00513DA5" w:rsidRDefault="00DD1C0E" w:rsidP="00DD1C0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D1C0E" w:rsidRPr="00513DA5" w:rsidRDefault="00DD1C0E" w:rsidP="00DD1C0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D1C0E" w:rsidRPr="00513DA5" w:rsidRDefault="00DD1C0E" w:rsidP="00DD1C0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E60DE" w:rsidRPr="00DD1C0E" w:rsidRDefault="009E60DE" w:rsidP="00DD1C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</w:p>
    <w:p w:rsidR="009E60DE" w:rsidRDefault="009E60DE">
      <w:r>
        <w:br w:type="page"/>
      </w:r>
    </w:p>
    <w:p w:rsidR="009E60DE" w:rsidRPr="00C8411E" w:rsidRDefault="009E60DE" w:rsidP="009E60DE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8411E">
        <w:rPr>
          <w:rFonts w:asciiTheme="minorEastAsia" w:eastAsiaTheme="minorEastAsia" w:hAnsiTheme="minorEastAsia"/>
          <w:szCs w:val="24"/>
        </w:rPr>
        <w:t>参考答案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附</w:t>
      </w:r>
      <w:r w:rsidRPr="00E03514">
        <w:rPr>
          <w:rFonts w:ascii="Times New Roman" w:eastAsia="宋体" w:hAnsi="宋体"/>
          <w:color w:val="000000" w:themeColor="text1"/>
          <w:szCs w:val="24"/>
        </w:rPr>
        <w:t>:</w:t>
      </w:r>
      <w:r w:rsidRPr="00E03514">
        <w:rPr>
          <w:rFonts w:ascii="Arial" w:eastAsia="黑体" w:hAnsi="黑体"/>
          <w:color w:val="000000" w:themeColor="text1"/>
          <w:szCs w:val="24"/>
        </w:rPr>
        <w:t>听力原文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第一节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选择相应的图片。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W:What are you going to do to keep fit?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M:We are going to play basketball to keep fit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W:Which lessons are you going to take?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m going to take the violin lessons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W:What is Mike good at?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M:He is good at playing soccer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M:How are you going to be a dancer?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am going to practice dancing every day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W:What do you want to be when you grow up, Jack?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want to be a pilot when I grow up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第二节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听句子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选择最佳应答。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 time are you going to come home tonight?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hope your dream will come true one day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Who wants to take singing lessons?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How do you become a writer?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 do you want to be in the future?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第三节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根据对话内容及问题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选择最佳选项。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读两遍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听第一段对话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12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W:Mark, where are you going?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m going to play basketball in the playground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W:Do you want to be a basketball player when you grow up?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M:No, I want to be a pianist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W:Sounds great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How are you going to do it?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m going to take piano lessons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think you can make your dream come true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听第二段对话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13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14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W:Mike, what is your New Year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resolution?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m going to learn to play the piano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W:Are you going to take any piano lessons?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M:No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You know 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m very busy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practice playing basketball from Monday to Thursday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ll learn how to play the piano by myself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hope you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ll become a great pianist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M:Oh no, playing the piano is just my hobby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m going to be a scientist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答案</w:t>
      </w:r>
    </w:p>
    <w:p w:rsidR="009E60DE" w:rsidRPr="00E03514" w:rsidRDefault="009E60DE" w:rsidP="00DD1C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BBCAC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BCABB</w:t>
      </w:r>
    </w:p>
    <w:p w:rsidR="009E60DE" w:rsidRPr="00E03514" w:rsidRDefault="009E60DE" w:rsidP="00DD1C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ABBBA</w:t>
      </w:r>
    </w:p>
    <w:p w:rsidR="009E60DE" w:rsidRPr="00E03514" w:rsidRDefault="009E60DE" w:rsidP="00DD1C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BACCB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CACCC</w:t>
      </w:r>
    </w:p>
    <w:p w:rsidR="009E60DE" w:rsidRPr="00E03514" w:rsidRDefault="009E60DE" w:rsidP="00DD1C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CAEFB</w:t>
      </w:r>
    </w:p>
    <w:p w:rsidR="009E60DE" w:rsidRPr="00E03514" w:rsidRDefault="009E60DE" w:rsidP="00DD1C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our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to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painter</w:t>
      </w:r>
    </w:p>
    <w:p w:rsidR="009E60DE" w:rsidRPr="00E03514" w:rsidRDefault="009E60DE" w:rsidP="00DD1C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miss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on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Confidence</w:t>
      </w:r>
    </w:p>
    <w:p w:rsidR="009E60DE" w:rsidRPr="00E03514" w:rsidRDefault="009E60DE" w:rsidP="00DD1C0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yourself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Finally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achieve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写作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The beginning of a year is a good time to make New Year</w:t>
      </w:r>
      <w:r w:rsidRPr="00E03514">
        <w:rPr>
          <w:rFonts w:ascii="Times New Roman" w:eastAsia="宋体" w:hAnsi="Times New Roman"/>
          <w:color w:val="000000" w:themeColor="text1"/>
          <w:szCs w:val="24"/>
          <w:u w:val="single" w:color="000000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s resolutions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  <w:u w:val="single" w:color="000000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 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My first resolution is to get better grades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will work hard in all my subjects,finish my homework on time, and listen to my teachers carefully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Second, I will exercise more to keep healthy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will run for twenty minutes every day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Third, I will spend more time with my parents, helping with housework and talking to them more often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9E60DE" w:rsidRPr="00E03514" w:rsidRDefault="009E60DE" w:rsidP="009E60DE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If I face problems, I will talk to my parents, teachers or good friends and ask them for help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No matter what difficulties I meet, I will try my best to overcome them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647169" w:rsidRPr="009E60DE" w:rsidRDefault="00647169" w:rsidP="00B50CDA">
      <w:bookmarkStart w:id="0" w:name="_GoBack"/>
      <w:bookmarkEnd w:id="0"/>
    </w:p>
    <w:sectPr w:rsidR="00647169" w:rsidRPr="009E60DE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C0E" w:rsidRDefault="00DD1C0E" w:rsidP="00DD1C0E">
      <w:r>
        <w:separator/>
      </w:r>
    </w:p>
  </w:endnote>
  <w:endnote w:type="continuationSeparator" w:id="0">
    <w:p w:rsidR="00DD1C0E" w:rsidRDefault="00DD1C0E" w:rsidP="00DD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C0E" w:rsidRDefault="00DD1C0E" w:rsidP="00DD1C0E">
      <w:r>
        <w:separator/>
      </w:r>
    </w:p>
  </w:footnote>
  <w:footnote w:type="continuationSeparator" w:id="0">
    <w:p w:rsidR="00DD1C0E" w:rsidRDefault="00DD1C0E" w:rsidP="00DD1C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0DE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9E60DE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D1C0E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35CB63-AE2A-4129-BF89-772E518F1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0DE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DD1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D1C0E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DD1C0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D1C0E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0</TotalTime>
  <Pages>7</Pages>
  <Words>1658</Words>
  <Characters>6610</Characters>
  <Application>Microsoft Office Word</Application>
  <DocSecurity>0</DocSecurity>
  <Lines>55</Lines>
  <Paragraphs>16</Paragraphs>
  <ScaleCrop>false</ScaleCrop>
  <Company>微软中国</Company>
  <LinksUpToDate>false</LinksUpToDate>
  <CharactersWithSpaces>8252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2025-09-15T06:48:00Z</dcterms:created>
  <dcterms:modified xsi:type="dcterms:W3CDTF">2025-09-15T06:56:00Z</dcterms:modified>
</cp:coreProperties>
</file>